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66B12" w14:textId="352A7416" w:rsidR="002C600A" w:rsidRPr="00091460" w:rsidRDefault="00EC72C7">
      <w:pPr>
        <w:rPr>
          <w:rFonts w:cs="Calibri"/>
          <w:b/>
          <w:bCs/>
          <w:sz w:val="28"/>
          <w:szCs w:val="28"/>
          <w:lang w:val="fi-FI"/>
        </w:rPr>
      </w:pPr>
      <w:r>
        <w:rPr>
          <w:b/>
          <w:sz w:val="28"/>
          <w:szCs w:val="28"/>
          <w:lang w:val="et-EE"/>
        </w:rPr>
        <w:t xml:space="preserve">TAOTLUS </w:t>
      </w:r>
      <w:r w:rsidR="00BC0831">
        <w:rPr>
          <w:b/>
          <w:sz w:val="28"/>
          <w:szCs w:val="28"/>
          <w:lang w:val="et-EE"/>
        </w:rPr>
        <w:t>KAITSELIIDU</w:t>
      </w:r>
      <w:r w:rsidR="009955D3">
        <w:rPr>
          <w:b/>
          <w:sz w:val="28"/>
          <w:szCs w:val="28"/>
          <w:lang w:val="et-EE"/>
        </w:rPr>
        <w:t xml:space="preserve"> KINNISASJALE REAALSERVITUUDI</w:t>
      </w:r>
      <w:r w:rsidR="00CC6112">
        <w:rPr>
          <w:b/>
          <w:sz w:val="28"/>
          <w:szCs w:val="28"/>
          <w:lang w:val="et-EE"/>
        </w:rPr>
        <w:t xml:space="preserve"> </w:t>
      </w:r>
      <w:r>
        <w:rPr>
          <w:b/>
          <w:sz w:val="28"/>
          <w:szCs w:val="28"/>
          <w:lang w:val="et-EE"/>
        </w:rPr>
        <w:t>/ ISIKLIKU KÄSUTUSÕIGUSE SEADMISEKS</w:t>
      </w:r>
    </w:p>
    <w:p w14:paraId="25D68083" w14:textId="77777777" w:rsidR="001E058E" w:rsidRPr="00091460" w:rsidRDefault="0025655A" w:rsidP="00BB514A">
      <w:pPr>
        <w:spacing w:after="0" w:line="276" w:lineRule="auto"/>
        <w:rPr>
          <w:rFonts w:cs="Calibri"/>
          <w:b/>
          <w:lang w:val="fi-FI"/>
        </w:rPr>
      </w:pPr>
      <w:r>
        <w:rPr>
          <w:rFonts w:cs="Calibri"/>
          <w:b/>
          <w:lang w:val="fi-FI"/>
        </w:rPr>
        <w:t xml:space="preserve">Taotleja </w:t>
      </w:r>
      <w:r w:rsidR="001E058E" w:rsidRPr="00091460">
        <w:rPr>
          <w:rFonts w:cs="Calibri"/>
          <w:b/>
          <w:lang w:val="fi-FI"/>
        </w:rPr>
        <w:t>andmed</w:t>
      </w:r>
    </w:p>
    <w:tbl>
      <w:tblPr>
        <w:tblStyle w:val="Kontuurtabel"/>
        <w:tblW w:w="0" w:type="auto"/>
        <w:tblInd w:w="-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247"/>
        <w:gridCol w:w="1588"/>
        <w:gridCol w:w="1057"/>
        <w:gridCol w:w="987"/>
        <w:gridCol w:w="5371"/>
      </w:tblGrid>
      <w:tr w:rsidR="007E51E2" w:rsidRPr="00EC72C7" w14:paraId="348ADF91" w14:textId="77777777" w:rsidTr="00275DFB">
        <w:tc>
          <w:tcPr>
            <w:tcW w:w="2835" w:type="dxa"/>
            <w:gridSpan w:val="2"/>
            <w:vAlign w:val="center"/>
          </w:tcPr>
          <w:p w14:paraId="310CD584" w14:textId="77777777" w:rsidR="007E51E2" w:rsidRPr="00EC72C7" w:rsidRDefault="0025655A" w:rsidP="00357C3D">
            <w:pPr>
              <w:rPr>
                <w:rFonts w:cs="Calibri"/>
                <w:sz w:val="20"/>
                <w:szCs w:val="20"/>
              </w:rPr>
            </w:pPr>
            <w:r w:rsidRPr="00EC72C7">
              <w:rPr>
                <w:rFonts w:cs="Calibri"/>
                <w:sz w:val="20"/>
                <w:szCs w:val="20"/>
              </w:rPr>
              <w:t>Nimi</w:t>
            </w:r>
          </w:p>
        </w:tc>
        <w:tc>
          <w:tcPr>
            <w:tcW w:w="7415" w:type="dxa"/>
            <w:gridSpan w:val="3"/>
            <w:vAlign w:val="center"/>
          </w:tcPr>
          <w:p w14:paraId="5467FE12" w14:textId="0C607115" w:rsidR="007E51E2" w:rsidRPr="00EC72C7" w:rsidRDefault="00BC0831" w:rsidP="00BA2855">
            <w:pPr>
              <w:spacing w:line="36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O</w:t>
            </w:r>
            <w:r w:rsidR="008550EF">
              <w:rPr>
                <w:rFonts w:cs="Calibri"/>
                <w:sz w:val="20"/>
                <w:szCs w:val="20"/>
              </w:rPr>
              <w:t>saühing</w:t>
            </w:r>
            <w:r>
              <w:rPr>
                <w:rFonts w:cs="Calibri"/>
                <w:sz w:val="20"/>
                <w:szCs w:val="20"/>
              </w:rPr>
              <w:t xml:space="preserve"> Männimaa</w:t>
            </w:r>
          </w:p>
        </w:tc>
      </w:tr>
      <w:tr w:rsidR="0025655A" w:rsidRPr="00EC72C7" w14:paraId="07A9432F" w14:textId="77777777" w:rsidTr="00275DFB">
        <w:tc>
          <w:tcPr>
            <w:tcW w:w="2835" w:type="dxa"/>
            <w:gridSpan w:val="2"/>
            <w:vAlign w:val="center"/>
          </w:tcPr>
          <w:p w14:paraId="4EAF8E26" w14:textId="77777777" w:rsidR="0025655A" w:rsidRPr="00EC72C7" w:rsidRDefault="0025655A" w:rsidP="00357C3D">
            <w:pPr>
              <w:rPr>
                <w:rFonts w:cs="Calibri"/>
                <w:sz w:val="20"/>
                <w:szCs w:val="20"/>
              </w:rPr>
            </w:pPr>
            <w:r w:rsidRPr="00EC72C7">
              <w:rPr>
                <w:rFonts w:cs="Calibri"/>
                <w:sz w:val="20"/>
                <w:szCs w:val="20"/>
              </w:rPr>
              <w:t>Isikukood / registrikood</w:t>
            </w:r>
          </w:p>
        </w:tc>
        <w:tc>
          <w:tcPr>
            <w:tcW w:w="7415" w:type="dxa"/>
            <w:gridSpan w:val="3"/>
            <w:vAlign w:val="center"/>
          </w:tcPr>
          <w:p w14:paraId="3FED24CB" w14:textId="67D97286" w:rsidR="0025655A" w:rsidRPr="00BC0831" w:rsidRDefault="00BC0831" w:rsidP="00BA2855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BC0831">
              <w:rPr>
                <w:rFonts w:cstheme="minorHAnsi"/>
                <w:color w:val="4A4A4A"/>
                <w:shd w:val="clear" w:color="auto" w:fill="FFFFFF"/>
              </w:rPr>
              <w:t>10204962</w:t>
            </w:r>
          </w:p>
        </w:tc>
      </w:tr>
      <w:tr w:rsidR="001E058E" w:rsidRPr="00EC72C7" w14:paraId="4EF97EE7" w14:textId="77777777" w:rsidTr="00275DFB">
        <w:tc>
          <w:tcPr>
            <w:tcW w:w="2835" w:type="dxa"/>
            <w:gridSpan w:val="2"/>
            <w:vAlign w:val="center"/>
          </w:tcPr>
          <w:p w14:paraId="038327D6" w14:textId="77777777" w:rsidR="001E058E" w:rsidRPr="00EC72C7" w:rsidRDefault="001211BA" w:rsidP="001211BA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6"/>
              <w:rPr>
                <w:rFonts w:cs="Calibri"/>
                <w:sz w:val="20"/>
                <w:szCs w:val="20"/>
              </w:rPr>
            </w:pPr>
            <w:r w:rsidRPr="00EC72C7">
              <w:rPr>
                <w:rFonts w:cs="Calibri"/>
                <w:sz w:val="20"/>
                <w:szCs w:val="20"/>
              </w:rPr>
              <w:t>Postia</w:t>
            </w:r>
            <w:r w:rsidR="001E058E" w:rsidRPr="00EC72C7">
              <w:rPr>
                <w:rFonts w:cs="Calibri"/>
                <w:sz w:val="20"/>
                <w:szCs w:val="20"/>
              </w:rPr>
              <w:t>adress</w:t>
            </w:r>
          </w:p>
        </w:tc>
        <w:tc>
          <w:tcPr>
            <w:tcW w:w="7415" w:type="dxa"/>
            <w:gridSpan w:val="3"/>
            <w:vAlign w:val="center"/>
          </w:tcPr>
          <w:p w14:paraId="599BF456" w14:textId="2F981333" w:rsidR="001E058E" w:rsidRPr="00EC72C7" w:rsidRDefault="00BC0831" w:rsidP="009F0970">
            <w:pPr>
              <w:spacing w:line="36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79801</w:t>
            </w:r>
          </w:p>
        </w:tc>
      </w:tr>
      <w:tr w:rsidR="00275DFB" w:rsidRPr="00EC72C7" w14:paraId="55D839B6" w14:textId="77777777" w:rsidTr="00275DFB">
        <w:tc>
          <w:tcPr>
            <w:tcW w:w="2835" w:type="dxa"/>
            <w:gridSpan w:val="2"/>
            <w:vAlign w:val="center"/>
          </w:tcPr>
          <w:p w14:paraId="548640D4" w14:textId="77777777" w:rsidR="00275DFB" w:rsidRPr="00EC72C7" w:rsidRDefault="00275DFB" w:rsidP="001211BA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6"/>
              <w:rPr>
                <w:rFonts w:cs="Calibri"/>
                <w:sz w:val="20"/>
                <w:szCs w:val="20"/>
              </w:rPr>
            </w:pPr>
            <w:r w:rsidRPr="00EC72C7">
              <w:rPr>
                <w:rFonts w:cs="Calibri"/>
                <w:sz w:val="20"/>
                <w:szCs w:val="20"/>
              </w:rPr>
              <w:t>Juriidilise isiku esindaja</w:t>
            </w:r>
          </w:p>
        </w:tc>
        <w:tc>
          <w:tcPr>
            <w:tcW w:w="7415" w:type="dxa"/>
            <w:gridSpan w:val="3"/>
            <w:vAlign w:val="center"/>
          </w:tcPr>
          <w:p w14:paraId="3D71E7D9" w14:textId="158999A6" w:rsidR="00275DFB" w:rsidRPr="00EC72C7" w:rsidRDefault="00BC0831" w:rsidP="009F0970">
            <w:pPr>
              <w:spacing w:line="36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Aivo Kalmet</w:t>
            </w:r>
          </w:p>
        </w:tc>
      </w:tr>
      <w:tr w:rsidR="00357C3D" w:rsidRPr="00EC72C7" w14:paraId="2E87AE0A" w14:textId="77777777" w:rsidTr="0025655A">
        <w:tc>
          <w:tcPr>
            <w:tcW w:w="1247" w:type="dxa"/>
            <w:vAlign w:val="center"/>
          </w:tcPr>
          <w:p w14:paraId="632AD8B3" w14:textId="77777777" w:rsidR="00357C3D" w:rsidRPr="00EC72C7" w:rsidRDefault="00357C3D" w:rsidP="007D1750">
            <w:pPr>
              <w:spacing w:line="360" w:lineRule="auto"/>
              <w:rPr>
                <w:rFonts w:cs="Calibri"/>
                <w:sz w:val="20"/>
                <w:szCs w:val="20"/>
              </w:rPr>
            </w:pPr>
            <w:r w:rsidRPr="00EC72C7">
              <w:rPr>
                <w:rFonts w:cs="Calibri"/>
                <w:sz w:val="20"/>
                <w:szCs w:val="20"/>
              </w:rPr>
              <w:t>Telefon</w:t>
            </w:r>
          </w:p>
        </w:tc>
        <w:tc>
          <w:tcPr>
            <w:tcW w:w="2645" w:type="dxa"/>
            <w:gridSpan w:val="2"/>
            <w:vAlign w:val="center"/>
          </w:tcPr>
          <w:p w14:paraId="7DC84635" w14:textId="1CD2CD74" w:rsidR="00357C3D" w:rsidRPr="00EC72C7" w:rsidRDefault="00E66CD8" w:rsidP="009F0970">
            <w:pPr>
              <w:spacing w:line="36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+372 </w:t>
            </w:r>
            <w:r w:rsidR="00BC0831">
              <w:rPr>
                <w:rFonts w:cs="Calibri"/>
                <w:sz w:val="20"/>
                <w:szCs w:val="20"/>
              </w:rPr>
              <w:t>5202709</w:t>
            </w:r>
          </w:p>
        </w:tc>
        <w:tc>
          <w:tcPr>
            <w:tcW w:w="987" w:type="dxa"/>
            <w:vAlign w:val="center"/>
          </w:tcPr>
          <w:p w14:paraId="073A50C6" w14:textId="77777777" w:rsidR="00357C3D" w:rsidRPr="00EC72C7" w:rsidRDefault="00357C3D" w:rsidP="007D1750">
            <w:pPr>
              <w:spacing w:line="360" w:lineRule="auto"/>
              <w:rPr>
                <w:rFonts w:cs="Calibri"/>
                <w:sz w:val="20"/>
                <w:szCs w:val="20"/>
              </w:rPr>
            </w:pPr>
            <w:r w:rsidRPr="00EC72C7">
              <w:rPr>
                <w:rFonts w:cs="Calibri"/>
                <w:sz w:val="20"/>
                <w:szCs w:val="20"/>
              </w:rPr>
              <w:t>e-post</w:t>
            </w:r>
          </w:p>
        </w:tc>
        <w:tc>
          <w:tcPr>
            <w:tcW w:w="5371" w:type="dxa"/>
            <w:vAlign w:val="center"/>
          </w:tcPr>
          <w:p w14:paraId="63397699" w14:textId="731FEE99" w:rsidR="00357C3D" w:rsidRPr="00EC72C7" w:rsidRDefault="00BC0831" w:rsidP="007C39A2">
            <w:pPr>
              <w:spacing w:line="36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mannimaauo@gmail.com</w:t>
            </w:r>
          </w:p>
        </w:tc>
      </w:tr>
    </w:tbl>
    <w:p w14:paraId="262C8309" w14:textId="77777777" w:rsidR="001E058E" w:rsidRPr="00EC72C7" w:rsidRDefault="001E058E" w:rsidP="00BB514A">
      <w:pPr>
        <w:spacing w:after="0" w:line="240" w:lineRule="auto"/>
        <w:rPr>
          <w:rFonts w:cs="Calibri"/>
          <w:sz w:val="20"/>
          <w:szCs w:val="20"/>
          <w:lang w:val="et-EE"/>
        </w:rPr>
      </w:pPr>
    </w:p>
    <w:p w14:paraId="14ABBC1A" w14:textId="5430F325" w:rsidR="00CC6112" w:rsidRPr="00EC72C7" w:rsidRDefault="00B87523" w:rsidP="00BB514A">
      <w:pPr>
        <w:spacing w:after="0" w:line="240" w:lineRule="auto"/>
        <w:rPr>
          <w:rFonts w:cs="Calibri"/>
          <w:sz w:val="20"/>
          <w:szCs w:val="20"/>
          <w:lang w:val="et-EE"/>
        </w:rPr>
      </w:pPr>
      <w:sdt>
        <w:sdtPr>
          <w:rPr>
            <w:rFonts w:cs="Calibri"/>
            <w:bCs/>
            <w:sz w:val="20"/>
            <w:szCs w:val="20"/>
            <w:lang w:val="et-EE"/>
          </w:rPr>
          <w:id w:val="129178985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C0831">
            <w:rPr>
              <w:rFonts w:ascii="MS Gothic" w:eastAsia="MS Gothic" w:hAnsi="MS Gothic" w:cs="Calibri" w:hint="eastAsia"/>
              <w:bCs/>
              <w:sz w:val="20"/>
              <w:szCs w:val="20"/>
              <w:lang w:val="et-EE"/>
            </w:rPr>
            <w:t>☒</w:t>
          </w:r>
        </w:sdtContent>
      </w:sdt>
      <w:r w:rsidR="00CC6112" w:rsidRPr="00EC72C7">
        <w:rPr>
          <w:sz w:val="20"/>
          <w:szCs w:val="20"/>
          <w:lang w:val="et-EE"/>
        </w:rPr>
        <w:t xml:space="preserve">  </w:t>
      </w:r>
      <w:r w:rsidR="00CC6112" w:rsidRPr="00EC72C7">
        <w:rPr>
          <w:rFonts w:cs="Calibri"/>
          <w:sz w:val="20"/>
          <w:szCs w:val="20"/>
          <w:lang w:val="et-EE"/>
        </w:rPr>
        <w:t>Reaalservituudi</w:t>
      </w:r>
      <w:r w:rsidR="00275DFB" w:rsidRPr="00EC72C7">
        <w:rPr>
          <w:rFonts w:cs="Calibri"/>
          <w:sz w:val="20"/>
          <w:szCs w:val="20"/>
          <w:lang w:val="et-EE"/>
        </w:rPr>
        <w:t>ga koormamine</w:t>
      </w:r>
      <w:r w:rsidR="00CC6112" w:rsidRPr="00EC72C7">
        <w:rPr>
          <w:rFonts w:cs="Calibri"/>
          <w:sz w:val="20"/>
          <w:szCs w:val="20"/>
          <w:lang w:val="et-EE"/>
        </w:rPr>
        <w:tab/>
      </w:r>
      <w:r w:rsidR="00CC6112" w:rsidRPr="00EC72C7">
        <w:rPr>
          <w:rFonts w:cs="Calibri"/>
          <w:sz w:val="20"/>
          <w:szCs w:val="20"/>
          <w:lang w:val="et-EE"/>
        </w:rPr>
        <w:tab/>
      </w:r>
      <w:sdt>
        <w:sdtPr>
          <w:rPr>
            <w:rFonts w:cs="Calibri"/>
            <w:bCs/>
            <w:sz w:val="20"/>
            <w:szCs w:val="20"/>
            <w:lang w:val="et-EE"/>
          </w:rPr>
          <w:id w:val="12040610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72C7">
            <w:rPr>
              <w:rFonts w:ascii="MS Gothic" w:eastAsia="MS Gothic" w:hAnsi="MS Gothic" w:cs="Calibri" w:hint="eastAsia"/>
              <w:bCs/>
              <w:sz w:val="20"/>
              <w:szCs w:val="20"/>
              <w:lang w:val="et-EE"/>
            </w:rPr>
            <w:t>☐</w:t>
          </w:r>
        </w:sdtContent>
      </w:sdt>
      <w:r w:rsidR="00CC6112" w:rsidRPr="00EC72C7">
        <w:rPr>
          <w:sz w:val="20"/>
          <w:szCs w:val="20"/>
          <w:lang w:val="et-EE"/>
        </w:rPr>
        <w:t xml:space="preserve">  Isikliku käsutusõiguse seadmine</w:t>
      </w:r>
    </w:p>
    <w:p w14:paraId="1B5BDE08" w14:textId="77777777" w:rsidR="00CC6112" w:rsidRPr="00EC72C7" w:rsidRDefault="00CC6112" w:rsidP="00BB514A">
      <w:pPr>
        <w:spacing w:after="0" w:line="240" w:lineRule="auto"/>
        <w:rPr>
          <w:rFonts w:cs="Calibri"/>
          <w:sz w:val="20"/>
          <w:szCs w:val="20"/>
          <w:lang w:val="et-EE"/>
        </w:rPr>
      </w:pPr>
    </w:p>
    <w:tbl>
      <w:tblPr>
        <w:tblStyle w:val="Kontuurtabel"/>
        <w:tblW w:w="0" w:type="auto"/>
        <w:tblInd w:w="-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119"/>
        <w:gridCol w:w="2126"/>
        <w:gridCol w:w="992"/>
        <w:gridCol w:w="1276"/>
        <w:gridCol w:w="1134"/>
        <w:gridCol w:w="1603"/>
      </w:tblGrid>
      <w:tr w:rsidR="00CC6112" w:rsidRPr="00EC72C7" w14:paraId="38E8418E" w14:textId="77777777" w:rsidTr="00CC6112">
        <w:tc>
          <w:tcPr>
            <w:tcW w:w="3119" w:type="dxa"/>
            <w:vAlign w:val="center"/>
          </w:tcPr>
          <w:p w14:paraId="2E618F4E" w14:textId="77777777" w:rsidR="00CC6112" w:rsidRPr="00EC72C7" w:rsidRDefault="00CC6112" w:rsidP="00CC6112">
            <w:pPr>
              <w:spacing w:line="360" w:lineRule="auto"/>
              <w:rPr>
                <w:rFonts w:cs="Calibri"/>
                <w:sz w:val="20"/>
                <w:szCs w:val="20"/>
              </w:rPr>
            </w:pPr>
            <w:r w:rsidRPr="00EC72C7">
              <w:rPr>
                <w:rFonts w:cs="Calibri"/>
                <w:sz w:val="20"/>
                <w:szCs w:val="20"/>
              </w:rPr>
              <w:t>Kinnisasja aadress</w:t>
            </w:r>
          </w:p>
        </w:tc>
        <w:tc>
          <w:tcPr>
            <w:tcW w:w="7131" w:type="dxa"/>
            <w:gridSpan w:val="5"/>
            <w:vAlign w:val="center"/>
          </w:tcPr>
          <w:p w14:paraId="6FC3783A" w14:textId="09EB9BE0" w:rsidR="00CC6112" w:rsidRPr="00EC72C7" w:rsidRDefault="00BC0831" w:rsidP="00A8651B">
            <w:pPr>
              <w:spacing w:line="36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Vetuka tee 17a, Kohila alev, </w:t>
            </w:r>
            <w:r w:rsidR="003E4D92">
              <w:rPr>
                <w:rFonts w:cs="Calibri"/>
                <w:sz w:val="20"/>
                <w:szCs w:val="20"/>
              </w:rPr>
              <w:t xml:space="preserve">79801 </w:t>
            </w:r>
            <w:r>
              <w:rPr>
                <w:rFonts w:cs="Calibri"/>
                <w:sz w:val="20"/>
                <w:szCs w:val="20"/>
              </w:rPr>
              <w:t>Rapla mk</w:t>
            </w:r>
          </w:p>
        </w:tc>
      </w:tr>
      <w:tr w:rsidR="00275DFB" w:rsidRPr="00EC72C7" w14:paraId="14A64773" w14:textId="77777777" w:rsidTr="00EC72C7">
        <w:tc>
          <w:tcPr>
            <w:tcW w:w="3119" w:type="dxa"/>
            <w:vAlign w:val="center"/>
          </w:tcPr>
          <w:p w14:paraId="4127C16C" w14:textId="77777777" w:rsidR="00275DFB" w:rsidRPr="00EC72C7" w:rsidRDefault="00275DFB" w:rsidP="00275DFB">
            <w:pPr>
              <w:spacing w:line="360" w:lineRule="auto"/>
              <w:rPr>
                <w:rFonts w:cs="Calibri"/>
                <w:sz w:val="20"/>
                <w:szCs w:val="20"/>
              </w:rPr>
            </w:pPr>
            <w:r w:rsidRPr="00EC72C7">
              <w:rPr>
                <w:rFonts w:cs="Calibri"/>
                <w:sz w:val="20"/>
                <w:szCs w:val="20"/>
              </w:rPr>
              <w:t>Kinnistusraamatu registriosa nr</w:t>
            </w:r>
          </w:p>
        </w:tc>
        <w:tc>
          <w:tcPr>
            <w:tcW w:w="2126" w:type="dxa"/>
            <w:vAlign w:val="center"/>
          </w:tcPr>
          <w:p w14:paraId="2D342819" w14:textId="21812052" w:rsidR="00275DFB" w:rsidRPr="00EC72C7" w:rsidRDefault="00BC0831" w:rsidP="007C39A2">
            <w:pPr>
              <w:spacing w:line="36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3459237</w:t>
            </w:r>
          </w:p>
        </w:tc>
        <w:tc>
          <w:tcPr>
            <w:tcW w:w="2268" w:type="dxa"/>
            <w:gridSpan w:val="2"/>
            <w:vAlign w:val="center"/>
          </w:tcPr>
          <w:p w14:paraId="44F31515" w14:textId="77777777" w:rsidR="00275DFB" w:rsidRPr="00EC72C7" w:rsidRDefault="00275DFB" w:rsidP="00A8651B">
            <w:pPr>
              <w:spacing w:line="360" w:lineRule="auto"/>
              <w:rPr>
                <w:rFonts w:cs="Calibri"/>
                <w:sz w:val="20"/>
                <w:szCs w:val="20"/>
              </w:rPr>
            </w:pPr>
            <w:r w:rsidRPr="00EC72C7">
              <w:rPr>
                <w:rFonts w:cs="Calibri"/>
                <w:sz w:val="20"/>
                <w:szCs w:val="20"/>
              </w:rPr>
              <w:t>Katastriüksuse tunnus</w:t>
            </w:r>
          </w:p>
        </w:tc>
        <w:tc>
          <w:tcPr>
            <w:tcW w:w="2737" w:type="dxa"/>
            <w:gridSpan w:val="2"/>
            <w:vAlign w:val="center"/>
          </w:tcPr>
          <w:p w14:paraId="3C7CA3D7" w14:textId="23CE8950" w:rsidR="00275DFB" w:rsidRPr="00EC72C7" w:rsidRDefault="00BC0831" w:rsidP="007C39A2">
            <w:pPr>
              <w:spacing w:line="36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31801:002:0043</w:t>
            </w:r>
          </w:p>
        </w:tc>
      </w:tr>
      <w:tr w:rsidR="00275DFB" w:rsidRPr="00EC72C7" w14:paraId="775DFAE9" w14:textId="77777777" w:rsidTr="00EC72C7">
        <w:tc>
          <w:tcPr>
            <w:tcW w:w="3119" w:type="dxa"/>
            <w:vAlign w:val="center"/>
          </w:tcPr>
          <w:p w14:paraId="4A0FC02C" w14:textId="77777777" w:rsidR="00275DFB" w:rsidRPr="00EC72C7" w:rsidRDefault="00275DFB" w:rsidP="00275DFB">
            <w:pPr>
              <w:spacing w:line="360" w:lineRule="auto"/>
              <w:rPr>
                <w:rFonts w:cs="Calibri"/>
                <w:sz w:val="20"/>
                <w:szCs w:val="20"/>
              </w:rPr>
            </w:pPr>
            <w:r w:rsidRPr="00EC72C7">
              <w:rPr>
                <w:rFonts w:cs="Calibri"/>
                <w:sz w:val="20"/>
                <w:szCs w:val="20"/>
              </w:rPr>
              <w:t>Suurus</w:t>
            </w:r>
          </w:p>
        </w:tc>
        <w:tc>
          <w:tcPr>
            <w:tcW w:w="2126" w:type="dxa"/>
            <w:vAlign w:val="center"/>
          </w:tcPr>
          <w:p w14:paraId="594C3711" w14:textId="2859D14F" w:rsidR="00275DFB" w:rsidRPr="00EC72C7" w:rsidRDefault="00BC0831" w:rsidP="00A8651B">
            <w:pPr>
              <w:spacing w:line="36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13098</w:t>
            </w:r>
            <w:r w:rsidR="00E756EE"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m2</w:t>
            </w:r>
          </w:p>
        </w:tc>
        <w:tc>
          <w:tcPr>
            <w:tcW w:w="2268" w:type="dxa"/>
            <w:gridSpan w:val="2"/>
            <w:vAlign w:val="center"/>
          </w:tcPr>
          <w:p w14:paraId="5BE97445" w14:textId="77777777" w:rsidR="00275DFB" w:rsidRPr="00EC72C7" w:rsidRDefault="00275DFB" w:rsidP="00A8651B">
            <w:pPr>
              <w:spacing w:line="360" w:lineRule="auto"/>
              <w:rPr>
                <w:rFonts w:cs="Calibri"/>
                <w:sz w:val="20"/>
                <w:szCs w:val="20"/>
              </w:rPr>
            </w:pPr>
            <w:r w:rsidRPr="00EC72C7">
              <w:rPr>
                <w:rFonts w:cs="Calibri"/>
                <w:sz w:val="20"/>
                <w:szCs w:val="20"/>
              </w:rPr>
              <w:t>Sihtotstarve</w:t>
            </w:r>
          </w:p>
        </w:tc>
        <w:tc>
          <w:tcPr>
            <w:tcW w:w="2737" w:type="dxa"/>
            <w:gridSpan w:val="2"/>
            <w:vAlign w:val="center"/>
          </w:tcPr>
          <w:p w14:paraId="261E66E4" w14:textId="023F8130" w:rsidR="00275DFB" w:rsidRPr="00EC72C7" w:rsidRDefault="00BC0831" w:rsidP="00A8651B">
            <w:pPr>
              <w:spacing w:line="36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tootmismaa</w:t>
            </w:r>
          </w:p>
        </w:tc>
      </w:tr>
      <w:tr w:rsidR="00CC6112" w:rsidRPr="00EC72C7" w14:paraId="5B54B210" w14:textId="77777777" w:rsidTr="00275DFB">
        <w:tc>
          <w:tcPr>
            <w:tcW w:w="3119" w:type="dxa"/>
            <w:vAlign w:val="center"/>
          </w:tcPr>
          <w:p w14:paraId="6B6FC4C9" w14:textId="77777777" w:rsidR="00CC6112" w:rsidRPr="00EC72C7" w:rsidRDefault="00275DFB" w:rsidP="00275DFB">
            <w:pPr>
              <w:spacing w:line="360" w:lineRule="auto"/>
              <w:rPr>
                <w:rFonts w:cs="Calibri"/>
                <w:sz w:val="20"/>
                <w:szCs w:val="20"/>
              </w:rPr>
            </w:pPr>
            <w:r w:rsidRPr="00EC72C7">
              <w:rPr>
                <w:rFonts w:cs="Calibri"/>
                <w:sz w:val="20"/>
                <w:szCs w:val="20"/>
              </w:rPr>
              <w:t>Servituudi t</w:t>
            </w:r>
            <w:r w:rsidR="00CC6112" w:rsidRPr="00EC72C7">
              <w:rPr>
                <w:rFonts w:cs="Calibri"/>
                <w:sz w:val="20"/>
                <w:szCs w:val="20"/>
              </w:rPr>
              <w:t>ähtaeg</w:t>
            </w:r>
          </w:p>
        </w:tc>
        <w:tc>
          <w:tcPr>
            <w:tcW w:w="3118" w:type="dxa"/>
            <w:gridSpan w:val="2"/>
            <w:vAlign w:val="center"/>
          </w:tcPr>
          <w:p w14:paraId="39DD54DF" w14:textId="1A2544FE" w:rsidR="00CC6112" w:rsidRPr="00EC72C7" w:rsidRDefault="00DD3FE9" w:rsidP="007C39A2">
            <w:pPr>
              <w:spacing w:line="36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tähtajatu</w:t>
            </w:r>
          </w:p>
        </w:tc>
        <w:tc>
          <w:tcPr>
            <w:tcW w:w="2410" w:type="dxa"/>
            <w:gridSpan w:val="2"/>
            <w:vAlign w:val="center"/>
          </w:tcPr>
          <w:p w14:paraId="7B0DC09B" w14:textId="77777777" w:rsidR="00CC6112" w:rsidRPr="00EC72C7" w:rsidRDefault="00CC6112" w:rsidP="00275DFB">
            <w:pPr>
              <w:spacing w:line="360" w:lineRule="auto"/>
              <w:rPr>
                <w:rFonts w:cs="Calibri"/>
                <w:sz w:val="20"/>
                <w:szCs w:val="20"/>
              </w:rPr>
            </w:pPr>
            <w:r w:rsidRPr="00EC72C7">
              <w:rPr>
                <w:rFonts w:cs="Calibri"/>
                <w:sz w:val="20"/>
                <w:szCs w:val="20"/>
              </w:rPr>
              <w:t xml:space="preserve">Servituudi ala </w:t>
            </w:r>
            <w:r w:rsidR="00275DFB" w:rsidRPr="00EC72C7">
              <w:rPr>
                <w:rFonts w:cs="Calibri"/>
                <w:sz w:val="20"/>
                <w:szCs w:val="20"/>
              </w:rPr>
              <w:t>pindala</w:t>
            </w:r>
            <w:r w:rsidRPr="00EC72C7">
              <w:rPr>
                <w:rFonts w:cs="Calibri"/>
                <w:sz w:val="20"/>
                <w:szCs w:val="20"/>
              </w:rPr>
              <w:t xml:space="preserve"> *</w:t>
            </w:r>
          </w:p>
        </w:tc>
        <w:tc>
          <w:tcPr>
            <w:tcW w:w="1603" w:type="dxa"/>
            <w:vAlign w:val="center"/>
          </w:tcPr>
          <w:p w14:paraId="59A2F317" w14:textId="18BF90E1" w:rsidR="00CC6112" w:rsidRPr="00EC72C7" w:rsidRDefault="00DB12FE" w:rsidP="00A8651B">
            <w:pPr>
              <w:spacing w:line="36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</w:t>
            </w:r>
            <w:r w:rsidR="00BC0831">
              <w:rPr>
                <w:rFonts w:cs="Calibri"/>
                <w:sz w:val="20"/>
                <w:szCs w:val="20"/>
              </w:rPr>
              <w:t>Ca 400</w:t>
            </w:r>
            <w:r w:rsidR="00E756EE">
              <w:rPr>
                <w:rFonts w:cs="Calibri"/>
                <w:sz w:val="20"/>
                <w:szCs w:val="20"/>
              </w:rPr>
              <w:t xml:space="preserve"> </w:t>
            </w:r>
            <w:r w:rsidR="00BC0831">
              <w:rPr>
                <w:rFonts w:cs="Calibri"/>
                <w:sz w:val="20"/>
                <w:szCs w:val="20"/>
              </w:rPr>
              <w:t>m3</w:t>
            </w:r>
          </w:p>
        </w:tc>
      </w:tr>
    </w:tbl>
    <w:p w14:paraId="11B4348C" w14:textId="77777777" w:rsidR="00275DFB" w:rsidRPr="00EC72C7" w:rsidRDefault="00275DFB" w:rsidP="00275DFB">
      <w:pPr>
        <w:spacing w:after="0" w:line="240" w:lineRule="auto"/>
        <w:rPr>
          <w:rFonts w:cs="Calibri"/>
          <w:i/>
          <w:sz w:val="20"/>
          <w:szCs w:val="20"/>
          <w:lang w:val="et-EE"/>
        </w:rPr>
      </w:pPr>
      <w:r w:rsidRPr="00EC72C7">
        <w:rPr>
          <w:rFonts w:cs="Calibri"/>
          <w:i/>
          <w:sz w:val="20"/>
          <w:szCs w:val="20"/>
          <w:lang w:val="et-EE"/>
        </w:rPr>
        <w:t>* tehnovõrgu rajamisel koos tehnorajatise kaitsetsooniga</w:t>
      </w:r>
    </w:p>
    <w:p w14:paraId="49509FBF" w14:textId="77777777" w:rsidR="00224A81" w:rsidRPr="00EC72C7" w:rsidRDefault="00224A81" w:rsidP="00BB514A">
      <w:pPr>
        <w:spacing w:after="0" w:line="240" w:lineRule="auto"/>
        <w:rPr>
          <w:rFonts w:cs="Calibri"/>
          <w:sz w:val="20"/>
          <w:szCs w:val="20"/>
          <w:lang w:val="et-EE"/>
        </w:rPr>
      </w:pPr>
    </w:p>
    <w:p w14:paraId="1E7691C6" w14:textId="77777777" w:rsidR="00275DFB" w:rsidRDefault="00275DFB" w:rsidP="00BB514A">
      <w:pPr>
        <w:spacing w:after="0" w:line="240" w:lineRule="auto"/>
        <w:rPr>
          <w:rFonts w:cs="Calibri"/>
          <w:sz w:val="20"/>
          <w:szCs w:val="20"/>
          <w:lang w:val="et-EE"/>
        </w:rPr>
      </w:pPr>
    </w:p>
    <w:p w14:paraId="45C32090" w14:textId="77777777" w:rsidR="00CC6112" w:rsidRPr="00EC72C7" w:rsidRDefault="00275DFB" w:rsidP="00BB514A">
      <w:pPr>
        <w:spacing w:after="0" w:line="240" w:lineRule="auto"/>
        <w:rPr>
          <w:rFonts w:cs="Calibri"/>
          <w:i/>
          <w:sz w:val="20"/>
          <w:szCs w:val="20"/>
          <w:lang w:val="fi-FI"/>
        </w:rPr>
      </w:pPr>
      <w:r w:rsidRPr="00EC72C7">
        <w:rPr>
          <w:rFonts w:cs="Calibri"/>
          <w:sz w:val="20"/>
          <w:szCs w:val="20"/>
          <w:lang w:val="fi-FI"/>
        </w:rPr>
        <w:t xml:space="preserve">Servituudi kirjeldus ja eesmärk </w:t>
      </w:r>
      <w:r w:rsidRPr="00EC72C7">
        <w:rPr>
          <w:rFonts w:cstheme="minorHAnsi"/>
          <w:color w:val="202020"/>
          <w:sz w:val="20"/>
          <w:szCs w:val="20"/>
          <w:shd w:val="clear" w:color="auto" w:fill="FFFFFF"/>
          <w:lang w:val="fi-FI"/>
        </w:rPr>
        <w:t> (ese, sisu, servituudiga koormamise vajalikkuse põhjendus)</w:t>
      </w:r>
    </w:p>
    <w:tbl>
      <w:tblPr>
        <w:tblStyle w:val="Kontuurtabel"/>
        <w:tblW w:w="0" w:type="auto"/>
        <w:tblInd w:w="-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250"/>
      </w:tblGrid>
      <w:tr w:rsidR="001211BA" w:rsidRPr="00EC72C7" w14:paraId="7F3CFE40" w14:textId="77777777" w:rsidTr="0025655A">
        <w:tc>
          <w:tcPr>
            <w:tcW w:w="10250" w:type="dxa"/>
            <w:vAlign w:val="center"/>
          </w:tcPr>
          <w:p w14:paraId="69C500AA" w14:textId="79FC53DC" w:rsidR="00224A81" w:rsidRPr="009C79DF" w:rsidRDefault="00DD3FE9" w:rsidP="00224A81">
            <w:pPr>
              <w:rPr>
                <w:rStyle w:val="Style1"/>
                <w:sz w:val="20"/>
                <w:szCs w:val="20"/>
                <w:lang w:val="et-EE"/>
              </w:rPr>
            </w:pPr>
            <w:r>
              <w:rPr>
                <w:rStyle w:val="Style1"/>
                <w:sz w:val="20"/>
                <w:szCs w:val="20"/>
              </w:rPr>
              <w:t>14.1</w:t>
            </w:r>
            <w:r w:rsidRPr="009C79DF">
              <w:rPr>
                <w:rStyle w:val="Style1"/>
                <w:sz w:val="20"/>
                <w:szCs w:val="20"/>
                <w:lang w:val="et-EE"/>
              </w:rPr>
              <w:t xml:space="preserve">1.2005 on Kohila </w:t>
            </w:r>
            <w:r w:rsidR="00671155" w:rsidRPr="009C79DF">
              <w:rPr>
                <w:rStyle w:val="Style1"/>
                <w:sz w:val="20"/>
                <w:szCs w:val="20"/>
                <w:lang w:val="et-EE"/>
              </w:rPr>
              <w:t>V</w:t>
            </w:r>
            <w:r w:rsidRPr="009C79DF">
              <w:rPr>
                <w:rStyle w:val="Style1"/>
                <w:sz w:val="20"/>
                <w:szCs w:val="20"/>
                <w:lang w:val="et-EE"/>
              </w:rPr>
              <w:t>allavalitsusega kooskõlastatud kirjalik nõusolek nr 1367 väikeehit</w:t>
            </w:r>
            <w:r w:rsidR="0045213A" w:rsidRPr="009C79DF">
              <w:rPr>
                <w:rStyle w:val="Style1"/>
                <w:sz w:val="20"/>
                <w:szCs w:val="20"/>
                <w:lang w:val="et-EE"/>
              </w:rPr>
              <w:t>i</w:t>
            </w:r>
            <w:r w:rsidRPr="009C79DF">
              <w:rPr>
                <w:rStyle w:val="Style1"/>
                <w:sz w:val="20"/>
                <w:szCs w:val="20"/>
                <w:lang w:val="et-EE"/>
              </w:rPr>
              <w:t xml:space="preserve">se püstitamiseks </w:t>
            </w:r>
            <w:r w:rsidR="0045213A" w:rsidRPr="009C79DF">
              <w:rPr>
                <w:rStyle w:val="Style1"/>
                <w:sz w:val="20"/>
                <w:szCs w:val="20"/>
                <w:lang w:val="et-EE"/>
              </w:rPr>
              <w:t>e</w:t>
            </w:r>
            <w:r w:rsidRPr="009C79DF">
              <w:rPr>
                <w:rStyle w:val="Style1"/>
                <w:sz w:val="20"/>
                <w:szCs w:val="20"/>
                <w:lang w:val="et-EE"/>
              </w:rPr>
              <w:t>hk veetr</w:t>
            </w:r>
            <w:r w:rsidR="009601D8">
              <w:rPr>
                <w:rStyle w:val="Style1"/>
                <w:sz w:val="20"/>
                <w:szCs w:val="20"/>
                <w:lang w:val="et-EE"/>
              </w:rPr>
              <w:t>a</w:t>
            </w:r>
            <w:r w:rsidRPr="009C79DF">
              <w:rPr>
                <w:rStyle w:val="Style1"/>
                <w:sz w:val="20"/>
                <w:szCs w:val="20"/>
                <w:lang w:val="et-EE"/>
              </w:rPr>
              <w:t xml:space="preserve">ssi rajamiseks lisas oleval joonisel. Kahjuks on see minule teadmata põhjustel jäänud vajalikele kaardi kihtidele kandmata. </w:t>
            </w:r>
            <w:r w:rsidR="006D0E76" w:rsidRPr="009C79DF">
              <w:rPr>
                <w:rStyle w:val="Style1"/>
                <w:sz w:val="20"/>
                <w:szCs w:val="20"/>
                <w:lang w:val="et-EE"/>
              </w:rPr>
              <w:t>Kuna veetrass on kasutuse</w:t>
            </w:r>
            <w:r w:rsidR="004C212D">
              <w:rPr>
                <w:rStyle w:val="Style1"/>
                <w:sz w:val="20"/>
                <w:szCs w:val="20"/>
                <w:lang w:val="et-EE"/>
              </w:rPr>
              <w:t>s</w:t>
            </w:r>
            <w:r w:rsidR="006D0E76" w:rsidRPr="009C79DF">
              <w:rPr>
                <w:rStyle w:val="Style1"/>
                <w:sz w:val="20"/>
                <w:szCs w:val="20"/>
                <w:lang w:val="et-EE"/>
              </w:rPr>
              <w:t xml:space="preserve"> ja läbib Kaitseliidu maad oleks soov, et seda ei katkestataks. </w:t>
            </w:r>
          </w:p>
          <w:p w14:paraId="45B7571E" w14:textId="77777777" w:rsidR="001211BA" w:rsidRPr="00EC72C7" w:rsidRDefault="001211BA" w:rsidP="00224A81">
            <w:pPr>
              <w:rPr>
                <w:rFonts w:cs="Calibri"/>
                <w:sz w:val="20"/>
                <w:szCs w:val="20"/>
              </w:rPr>
            </w:pPr>
          </w:p>
          <w:p w14:paraId="2596002D" w14:textId="77777777" w:rsidR="003370D4" w:rsidRPr="00EC72C7" w:rsidRDefault="003370D4" w:rsidP="00224A81">
            <w:pPr>
              <w:rPr>
                <w:rFonts w:cs="Calibri"/>
                <w:sz w:val="20"/>
                <w:szCs w:val="20"/>
              </w:rPr>
            </w:pPr>
          </w:p>
          <w:p w14:paraId="069195DE" w14:textId="77777777" w:rsidR="0025655A" w:rsidRPr="00EC72C7" w:rsidRDefault="0025655A" w:rsidP="00224A81">
            <w:pPr>
              <w:rPr>
                <w:rFonts w:cs="Calibri"/>
                <w:sz w:val="20"/>
                <w:szCs w:val="20"/>
              </w:rPr>
            </w:pPr>
          </w:p>
          <w:p w14:paraId="1A2F1F1F" w14:textId="77777777" w:rsidR="003370D4" w:rsidRPr="00EC72C7" w:rsidRDefault="003370D4" w:rsidP="00224A81">
            <w:pPr>
              <w:rPr>
                <w:rFonts w:cs="Calibri"/>
                <w:sz w:val="20"/>
                <w:szCs w:val="20"/>
              </w:rPr>
            </w:pPr>
          </w:p>
          <w:p w14:paraId="1CC9A7F4" w14:textId="77777777" w:rsidR="003370D4" w:rsidRPr="00EC72C7" w:rsidRDefault="003370D4" w:rsidP="00224A81">
            <w:pPr>
              <w:rPr>
                <w:rFonts w:cs="Calibri"/>
                <w:sz w:val="20"/>
                <w:szCs w:val="20"/>
              </w:rPr>
            </w:pPr>
          </w:p>
        </w:tc>
      </w:tr>
    </w:tbl>
    <w:p w14:paraId="61F2C972" w14:textId="77777777" w:rsidR="00AC271D" w:rsidRPr="00EC72C7" w:rsidRDefault="00AC271D" w:rsidP="00961DEE">
      <w:pPr>
        <w:spacing w:after="0" w:line="276" w:lineRule="auto"/>
        <w:rPr>
          <w:rFonts w:cs="Calibri"/>
          <w:bCs/>
          <w:sz w:val="20"/>
          <w:szCs w:val="20"/>
        </w:rPr>
      </w:pPr>
    </w:p>
    <w:p w14:paraId="3A26FF58" w14:textId="77777777" w:rsidR="00EC72C7" w:rsidRPr="00EC72C7" w:rsidRDefault="00EC72C7" w:rsidP="00EC72C7">
      <w:pPr>
        <w:spacing w:after="0" w:line="276" w:lineRule="auto"/>
        <w:rPr>
          <w:rFonts w:cs="Calibri"/>
          <w:bCs/>
          <w:lang w:val="fi-FI"/>
        </w:rPr>
      </w:pPr>
      <w:r w:rsidRPr="00EC72C7">
        <w:rPr>
          <w:rFonts w:cs="Calibri"/>
          <w:bCs/>
          <w:lang w:val="fi-FI"/>
        </w:rPr>
        <w:t>Taotlusele on lisatud:</w:t>
      </w:r>
    </w:p>
    <w:p w14:paraId="02F288BB" w14:textId="555FD02D" w:rsidR="00EC72C7" w:rsidRDefault="00B87523" w:rsidP="00EC72C7">
      <w:pPr>
        <w:spacing w:after="0" w:line="240" w:lineRule="auto"/>
        <w:rPr>
          <w:rFonts w:cs="Calibri"/>
          <w:bCs/>
          <w:sz w:val="20"/>
          <w:szCs w:val="20"/>
          <w:lang w:val="fi-FI"/>
        </w:rPr>
      </w:pPr>
      <w:sdt>
        <w:sdtPr>
          <w:rPr>
            <w:rFonts w:cs="Calibri"/>
            <w:bCs/>
            <w:sz w:val="20"/>
            <w:szCs w:val="20"/>
            <w:lang w:val="et-EE"/>
          </w:rPr>
          <w:id w:val="-17719628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D3FE9">
            <w:rPr>
              <w:rFonts w:ascii="MS Gothic" w:eastAsia="MS Gothic" w:hAnsi="MS Gothic" w:cs="Calibri" w:hint="eastAsia"/>
              <w:bCs/>
              <w:sz w:val="20"/>
              <w:szCs w:val="20"/>
              <w:lang w:val="et-EE"/>
            </w:rPr>
            <w:t>☒</w:t>
          </w:r>
        </w:sdtContent>
      </w:sdt>
      <w:r w:rsidR="00EC72C7" w:rsidRPr="00EC72C7">
        <w:rPr>
          <w:sz w:val="20"/>
          <w:szCs w:val="20"/>
          <w:lang w:val="et-EE"/>
        </w:rPr>
        <w:t xml:space="preserve">  </w:t>
      </w:r>
      <w:r w:rsidR="00EC72C7" w:rsidRPr="00EC72C7">
        <w:rPr>
          <w:rFonts w:cs="Calibri"/>
          <w:bCs/>
          <w:sz w:val="20"/>
          <w:szCs w:val="20"/>
          <w:lang w:val="fi-FI"/>
        </w:rPr>
        <w:t xml:space="preserve">servituudi ala skeem </w:t>
      </w:r>
    </w:p>
    <w:p w14:paraId="5B2ADF73" w14:textId="602A29D6" w:rsidR="002A5C92" w:rsidRPr="00EC72C7" w:rsidRDefault="002A5C92" w:rsidP="00EC72C7">
      <w:pPr>
        <w:spacing w:after="0" w:line="240" w:lineRule="auto"/>
        <w:rPr>
          <w:rFonts w:cs="Calibri"/>
          <w:bCs/>
          <w:sz w:val="20"/>
          <w:szCs w:val="20"/>
          <w:lang w:val="fi-FI"/>
        </w:rPr>
      </w:pPr>
      <w:r>
        <w:rPr>
          <w:rFonts w:cs="Calibri"/>
          <w:bCs/>
          <w:sz w:val="20"/>
          <w:szCs w:val="20"/>
          <w:lang w:val="fi-FI"/>
        </w:rPr>
        <w:t>X   2005</w:t>
      </w:r>
      <w:r w:rsidR="00D26615">
        <w:rPr>
          <w:rFonts w:cs="Calibri"/>
          <w:bCs/>
          <w:sz w:val="20"/>
          <w:szCs w:val="20"/>
          <w:lang w:val="fi-FI"/>
        </w:rPr>
        <w:t>.</w:t>
      </w:r>
      <w:r>
        <w:rPr>
          <w:rFonts w:cs="Calibri"/>
          <w:bCs/>
          <w:sz w:val="20"/>
          <w:szCs w:val="20"/>
          <w:lang w:val="fi-FI"/>
        </w:rPr>
        <w:t xml:space="preserve"> aasta dokumendid. </w:t>
      </w:r>
    </w:p>
    <w:p w14:paraId="51833ACA" w14:textId="77777777" w:rsidR="00EC72C7" w:rsidRPr="00EC72C7" w:rsidRDefault="00EC72C7" w:rsidP="00EC72C7">
      <w:pPr>
        <w:spacing w:after="0" w:line="276" w:lineRule="auto"/>
        <w:rPr>
          <w:rFonts w:cs="Calibri"/>
          <w:bCs/>
          <w:sz w:val="20"/>
          <w:szCs w:val="20"/>
          <w:lang w:val="et-EE"/>
        </w:rPr>
      </w:pPr>
    </w:p>
    <w:p w14:paraId="327341A2" w14:textId="77777777" w:rsidR="00EC72C7" w:rsidRPr="00EC72C7" w:rsidRDefault="00EC72C7" w:rsidP="00EC72C7">
      <w:pPr>
        <w:spacing w:after="0" w:line="276" w:lineRule="auto"/>
        <w:rPr>
          <w:rFonts w:cs="Calibri"/>
          <w:b/>
          <w:bCs/>
          <w:lang w:val="fi-FI"/>
        </w:rPr>
      </w:pPr>
      <w:r w:rsidRPr="00EC72C7">
        <w:rPr>
          <w:rFonts w:cs="Calibri"/>
          <w:b/>
          <w:bCs/>
          <w:lang w:val="et-EE"/>
        </w:rPr>
        <w:t>Kinnitan, et:</w:t>
      </w:r>
    </w:p>
    <w:p w14:paraId="0AA9AD0F" w14:textId="1FAC4003" w:rsidR="00EC72C7" w:rsidRPr="00EC72C7" w:rsidRDefault="00B87523" w:rsidP="0025655A">
      <w:pPr>
        <w:spacing w:after="0" w:line="276" w:lineRule="auto"/>
        <w:rPr>
          <w:rFonts w:cs="Calibri"/>
          <w:bCs/>
          <w:sz w:val="20"/>
          <w:szCs w:val="20"/>
          <w:lang w:val="et-EE"/>
        </w:rPr>
      </w:pPr>
      <w:sdt>
        <w:sdtPr>
          <w:rPr>
            <w:rFonts w:cs="Calibri"/>
            <w:bCs/>
            <w:sz w:val="20"/>
            <w:szCs w:val="20"/>
            <w:lang w:val="et-EE"/>
          </w:rPr>
          <w:id w:val="24308281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D3FE9">
            <w:rPr>
              <w:rFonts w:ascii="MS Gothic" w:eastAsia="MS Gothic" w:hAnsi="MS Gothic" w:cs="Calibri" w:hint="eastAsia"/>
              <w:bCs/>
              <w:sz w:val="20"/>
              <w:szCs w:val="20"/>
              <w:lang w:val="et-EE"/>
            </w:rPr>
            <w:t>☒</w:t>
          </w:r>
        </w:sdtContent>
      </w:sdt>
      <w:r w:rsidR="0025655A" w:rsidRPr="00EC72C7">
        <w:rPr>
          <w:sz w:val="20"/>
          <w:szCs w:val="20"/>
          <w:lang w:val="et-EE"/>
        </w:rPr>
        <w:t xml:space="preserve">  </w:t>
      </w:r>
      <w:r w:rsidR="0025655A" w:rsidRPr="00EC72C7">
        <w:rPr>
          <w:rFonts w:cs="Calibri"/>
          <w:bCs/>
          <w:sz w:val="20"/>
          <w:szCs w:val="20"/>
          <w:lang w:val="et-EE"/>
        </w:rPr>
        <w:t xml:space="preserve">esitatud andmed on tõesed </w:t>
      </w:r>
    </w:p>
    <w:p w14:paraId="2A60DDAF" w14:textId="7820D7C9" w:rsidR="0025655A" w:rsidRPr="00EC72C7" w:rsidRDefault="0025655A" w:rsidP="0025655A">
      <w:pPr>
        <w:spacing w:after="0" w:line="276" w:lineRule="auto"/>
        <w:rPr>
          <w:rFonts w:cs="Calibri"/>
          <w:sz w:val="20"/>
          <w:szCs w:val="20"/>
          <w:lang w:val="et-EE"/>
        </w:rPr>
      </w:pPr>
    </w:p>
    <w:p w14:paraId="6125561E" w14:textId="77777777" w:rsidR="00DB3B07" w:rsidRPr="00EC72C7" w:rsidRDefault="00DB3B07" w:rsidP="00DB3B07">
      <w:pPr>
        <w:spacing w:after="0" w:line="276" w:lineRule="auto"/>
        <w:rPr>
          <w:rFonts w:cs="Calibri"/>
          <w:bCs/>
          <w:sz w:val="20"/>
          <w:szCs w:val="20"/>
          <w:lang w:val="et-EE"/>
        </w:rPr>
      </w:pPr>
    </w:p>
    <w:p w14:paraId="7065AB0A" w14:textId="5D8B47EE" w:rsidR="00773783" w:rsidRPr="00EC72C7" w:rsidRDefault="00773783" w:rsidP="00773783">
      <w:pPr>
        <w:rPr>
          <w:rFonts w:cs="Calibri"/>
          <w:bCs/>
          <w:sz w:val="20"/>
          <w:szCs w:val="20"/>
          <w:lang w:val="fi-FI"/>
        </w:rPr>
      </w:pPr>
      <w:r w:rsidRPr="00EC72C7">
        <w:rPr>
          <w:rFonts w:cs="Calibri"/>
          <w:bCs/>
          <w:sz w:val="20"/>
          <w:szCs w:val="20"/>
          <w:lang w:val="fi-FI"/>
        </w:rPr>
        <w:t>Kuupäev</w:t>
      </w:r>
      <w:r w:rsidRPr="00EC72C7">
        <w:rPr>
          <w:rFonts w:cs="Calibri"/>
          <w:bCs/>
          <w:sz w:val="20"/>
          <w:szCs w:val="20"/>
          <w:lang w:val="fi-FI"/>
        </w:rPr>
        <w:tab/>
      </w:r>
      <w:r w:rsidR="00B87523">
        <w:rPr>
          <w:rFonts w:cs="Calibri"/>
          <w:bCs/>
          <w:sz w:val="20"/>
          <w:szCs w:val="20"/>
          <w:lang w:val="fi-FI"/>
        </w:rPr>
        <w:t xml:space="preserve"> 4.02.2024</w:t>
      </w:r>
      <w:r w:rsidRPr="00EC72C7">
        <w:rPr>
          <w:rFonts w:cs="Calibri"/>
          <w:sz w:val="20"/>
          <w:szCs w:val="20"/>
          <w:lang w:val="fi-FI"/>
        </w:rPr>
        <w:tab/>
      </w:r>
      <w:r w:rsidRPr="00EC72C7">
        <w:rPr>
          <w:rFonts w:cs="Calibri"/>
          <w:sz w:val="20"/>
          <w:szCs w:val="20"/>
          <w:lang w:val="fi-FI"/>
        </w:rPr>
        <w:tab/>
      </w:r>
      <w:r w:rsidRPr="00EC72C7">
        <w:rPr>
          <w:rFonts w:cs="Calibri"/>
          <w:sz w:val="20"/>
          <w:szCs w:val="20"/>
          <w:lang w:val="fi-FI"/>
        </w:rPr>
        <w:tab/>
      </w:r>
      <w:r w:rsidRPr="00EC72C7">
        <w:rPr>
          <w:rFonts w:cs="Calibri"/>
          <w:bCs/>
          <w:sz w:val="20"/>
          <w:szCs w:val="20"/>
          <w:lang w:val="fi-FI"/>
        </w:rPr>
        <w:tab/>
      </w:r>
      <w:r w:rsidRPr="00EC72C7">
        <w:rPr>
          <w:rFonts w:cs="Calibri"/>
          <w:bCs/>
          <w:sz w:val="20"/>
          <w:szCs w:val="20"/>
          <w:lang w:val="fi-FI"/>
        </w:rPr>
        <w:tab/>
        <w:t>Allkiri</w:t>
      </w:r>
      <w:r w:rsidR="00D26615">
        <w:rPr>
          <w:rFonts w:cs="Calibri"/>
          <w:bCs/>
          <w:sz w:val="20"/>
          <w:szCs w:val="20"/>
          <w:lang w:val="fi-FI"/>
        </w:rPr>
        <w:t xml:space="preserve">       /allkirjastatud digitaalselt/</w:t>
      </w:r>
    </w:p>
    <w:p w14:paraId="075F9F4A" w14:textId="77777777" w:rsidR="00EC72C7" w:rsidRDefault="00EC72C7" w:rsidP="002E0158">
      <w:pPr>
        <w:spacing w:after="0" w:line="240" w:lineRule="auto"/>
        <w:rPr>
          <w:rFonts w:cs="Calibri"/>
          <w:i/>
          <w:color w:val="808080" w:themeColor="background1" w:themeShade="80"/>
          <w:sz w:val="18"/>
          <w:szCs w:val="18"/>
          <w:shd w:val="clear" w:color="auto" w:fill="FFFFFF"/>
          <w:lang w:val="fi-FI"/>
        </w:rPr>
      </w:pPr>
    </w:p>
    <w:sectPr w:rsidR="00EC72C7" w:rsidSect="00FF3AF6">
      <w:footerReference w:type="default" r:id="rId7"/>
      <w:pgSz w:w="12240" w:h="15840"/>
      <w:pgMar w:top="993" w:right="851" w:bottom="568" w:left="1134" w:header="720" w:footer="51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6DFC4A" w14:textId="77777777" w:rsidR="00FF3AF6" w:rsidRDefault="00FF3AF6" w:rsidP="00D73A86">
      <w:pPr>
        <w:spacing w:after="0" w:line="240" w:lineRule="auto"/>
      </w:pPr>
      <w:r>
        <w:separator/>
      </w:r>
    </w:p>
  </w:endnote>
  <w:endnote w:type="continuationSeparator" w:id="0">
    <w:p w14:paraId="2AE57BD0" w14:textId="77777777" w:rsidR="00FF3AF6" w:rsidRDefault="00FF3AF6" w:rsidP="00D73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1857A" w14:textId="77777777" w:rsidR="007C39A2" w:rsidRPr="007C39A2" w:rsidRDefault="007C39A2" w:rsidP="007C39A2">
    <w:pPr>
      <w:spacing w:after="0" w:line="240" w:lineRule="auto"/>
      <w:rPr>
        <w:rFonts w:cs="Calibri"/>
        <w:b/>
        <w:color w:val="202020"/>
        <w:sz w:val="20"/>
        <w:szCs w:val="20"/>
        <w:lang w:val="fi-FI"/>
      </w:rPr>
    </w:pPr>
    <w:r w:rsidRPr="007C39A2">
      <w:rPr>
        <w:rFonts w:cs="Calibri"/>
        <w:color w:val="808080" w:themeColor="background1" w:themeShade="80"/>
        <w:sz w:val="20"/>
        <w:szCs w:val="20"/>
        <w:shd w:val="clear" w:color="auto" w:fill="FFFFFF"/>
        <w:lang w:val="fi-FI"/>
      </w:rPr>
      <w:t>Täidetud ja (digi)allkirjastatud taotlus palume saata Pärnu linnavalitsusele aadressil Suur-Sepa 16, 80098 Pärnu linn, Pärnu linn või e-postile linnavalitsus@parnu.ee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EBBFB8" w14:textId="77777777" w:rsidR="00FF3AF6" w:rsidRDefault="00FF3AF6" w:rsidP="00D73A86">
      <w:pPr>
        <w:spacing w:after="0" w:line="240" w:lineRule="auto"/>
      </w:pPr>
      <w:r>
        <w:separator/>
      </w:r>
    </w:p>
  </w:footnote>
  <w:footnote w:type="continuationSeparator" w:id="0">
    <w:p w14:paraId="7C008084" w14:textId="77777777" w:rsidR="00FF3AF6" w:rsidRDefault="00FF3AF6" w:rsidP="00D73A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40F1D"/>
    <w:multiLevelType w:val="hybridMultilevel"/>
    <w:tmpl w:val="861A356A"/>
    <w:lvl w:ilvl="0" w:tplc="CF1CF0E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D82842"/>
    <w:multiLevelType w:val="hybridMultilevel"/>
    <w:tmpl w:val="0D46BCF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3C52237"/>
    <w:multiLevelType w:val="hybridMultilevel"/>
    <w:tmpl w:val="8C96E16C"/>
    <w:lvl w:ilvl="0" w:tplc="333861A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3C1D99"/>
    <w:multiLevelType w:val="hybridMultilevel"/>
    <w:tmpl w:val="F0DE1AF2"/>
    <w:lvl w:ilvl="0" w:tplc="5DCE0F1C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0D4A16"/>
    <w:multiLevelType w:val="hybridMultilevel"/>
    <w:tmpl w:val="3CD8909A"/>
    <w:lvl w:ilvl="0" w:tplc="ED266BF6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A443E5"/>
    <w:multiLevelType w:val="hybridMultilevel"/>
    <w:tmpl w:val="F0AC9AE8"/>
    <w:lvl w:ilvl="0" w:tplc="774065C0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992842">
    <w:abstractNumId w:val="4"/>
  </w:num>
  <w:num w:numId="2" w16cid:durableId="1521506977">
    <w:abstractNumId w:val="0"/>
  </w:num>
  <w:num w:numId="3" w16cid:durableId="632560636">
    <w:abstractNumId w:val="1"/>
  </w:num>
  <w:num w:numId="4" w16cid:durableId="891038780">
    <w:abstractNumId w:val="5"/>
  </w:num>
  <w:num w:numId="5" w16cid:durableId="467941603">
    <w:abstractNumId w:val="2"/>
  </w:num>
  <w:num w:numId="6" w16cid:durableId="19851610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831"/>
    <w:rsid w:val="00003AB7"/>
    <w:rsid w:val="00016D38"/>
    <w:rsid w:val="000472DA"/>
    <w:rsid w:val="00090F5E"/>
    <w:rsid w:val="00091460"/>
    <w:rsid w:val="000B56C2"/>
    <w:rsid w:val="000C37ED"/>
    <w:rsid w:val="000D2BCF"/>
    <w:rsid w:val="001211BA"/>
    <w:rsid w:val="00126C56"/>
    <w:rsid w:val="00132A07"/>
    <w:rsid w:val="001549E6"/>
    <w:rsid w:val="00187398"/>
    <w:rsid w:val="001A2FA4"/>
    <w:rsid w:val="001A6BA1"/>
    <w:rsid w:val="001C270E"/>
    <w:rsid w:val="001D178F"/>
    <w:rsid w:val="001D760B"/>
    <w:rsid w:val="001E058E"/>
    <w:rsid w:val="002007A1"/>
    <w:rsid w:val="002025BF"/>
    <w:rsid w:val="002158FD"/>
    <w:rsid w:val="00224A81"/>
    <w:rsid w:val="00231FC1"/>
    <w:rsid w:val="002329A7"/>
    <w:rsid w:val="00246FAB"/>
    <w:rsid w:val="00253187"/>
    <w:rsid w:val="0025655A"/>
    <w:rsid w:val="00266E5D"/>
    <w:rsid w:val="00275DFB"/>
    <w:rsid w:val="002867C8"/>
    <w:rsid w:val="002A5C92"/>
    <w:rsid w:val="002C600A"/>
    <w:rsid w:val="002D6F90"/>
    <w:rsid w:val="002E0158"/>
    <w:rsid w:val="002E6D04"/>
    <w:rsid w:val="00312DDF"/>
    <w:rsid w:val="003370D4"/>
    <w:rsid w:val="00337821"/>
    <w:rsid w:val="0035231F"/>
    <w:rsid w:val="00357C3D"/>
    <w:rsid w:val="00380E1A"/>
    <w:rsid w:val="003D4508"/>
    <w:rsid w:val="003E4D92"/>
    <w:rsid w:val="0041331D"/>
    <w:rsid w:val="00414EFD"/>
    <w:rsid w:val="0045213A"/>
    <w:rsid w:val="00476FC1"/>
    <w:rsid w:val="00495A70"/>
    <w:rsid w:val="004A1675"/>
    <w:rsid w:val="004A73A1"/>
    <w:rsid w:val="004C212D"/>
    <w:rsid w:val="00503DC0"/>
    <w:rsid w:val="00563931"/>
    <w:rsid w:val="0059468F"/>
    <w:rsid w:val="005A049B"/>
    <w:rsid w:val="005A1BAC"/>
    <w:rsid w:val="005C28D6"/>
    <w:rsid w:val="005F07B7"/>
    <w:rsid w:val="006103FF"/>
    <w:rsid w:val="00620C56"/>
    <w:rsid w:val="0064033D"/>
    <w:rsid w:val="006546B0"/>
    <w:rsid w:val="00665AFA"/>
    <w:rsid w:val="00671155"/>
    <w:rsid w:val="006A3887"/>
    <w:rsid w:val="006C2F2D"/>
    <w:rsid w:val="006C5794"/>
    <w:rsid w:val="006D0E76"/>
    <w:rsid w:val="0070390B"/>
    <w:rsid w:val="0070550C"/>
    <w:rsid w:val="0071626E"/>
    <w:rsid w:val="00756456"/>
    <w:rsid w:val="00766053"/>
    <w:rsid w:val="00773783"/>
    <w:rsid w:val="0077763C"/>
    <w:rsid w:val="007A072D"/>
    <w:rsid w:val="007A676C"/>
    <w:rsid w:val="007C39A2"/>
    <w:rsid w:val="007D1750"/>
    <w:rsid w:val="007E51E2"/>
    <w:rsid w:val="008352A8"/>
    <w:rsid w:val="0084029B"/>
    <w:rsid w:val="008550EF"/>
    <w:rsid w:val="008A4204"/>
    <w:rsid w:val="00917599"/>
    <w:rsid w:val="00950770"/>
    <w:rsid w:val="009601D8"/>
    <w:rsid w:val="00961DEE"/>
    <w:rsid w:val="009955D3"/>
    <w:rsid w:val="009960BF"/>
    <w:rsid w:val="009C3B7E"/>
    <w:rsid w:val="009C6560"/>
    <w:rsid w:val="009C79DF"/>
    <w:rsid w:val="009F0970"/>
    <w:rsid w:val="00A04728"/>
    <w:rsid w:val="00A16D59"/>
    <w:rsid w:val="00A4180D"/>
    <w:rsid w:val="00A90075"/>
    <w:rsid w:val="00AC271D"/>
    <w:rsid w:val="00AE016B"/>
    <w:rsid w:val="00AE03BC"/>
    <w:rsid w:val="00B07586"/>
    <w:rsid w:val="00B27952"/>
    <w:rsid w:val="00B66023"/>
    <w:rsid w:val="00B87523"/>
    <w:rsid w:val="00BA2855"/>
    <w:rsid w:val="00BB514A"/>
    <w:rsid w:val="00BB71C4"/>
    <w:rsid w:val="00BC0831"/>
    <w:rsid w:val="00C0293A"/>
    <w:rsid w:val="00C21D35"/>
    <w:rsid w:val="00C52D70"/>
    <w:rsid w:val="00C67988"/>
    <w:rsid w:val="00CC6112"/>
    <w:rsid w:val="00D26615"/>
    <w:rsid w:val="00D604D9"/>
    <w:rsid w:val="00D73A86"/>
    <w:rsid w:val="00D768BB"/>
    <w:rsid w:val="00DB12FE"/>
    <w:rsid w:val="00DB1F52"/>
    <w:rsid w:val="00DB3B07"/>
    <w:rsid w:val="00DD3FE9"/>
    <w:rsid w:val="00DD6072"/>
    <w:rsid w:val="00DE2391"/>
    <w:rsid w:val="00E239E7"/>
    <w:rsid w:val="00E47846"/>
    <w:rsid w:val="00E66CD8"/>
    <w:rsid w:val="00E74978"/>
    <w:rsid w:val="00E756EE"/>
    <w:rsid w:val="00EC72C7"/>
    <w:rsid w:val="00F218D0"/>
    <w:rsid w:val="00F57657"/>
    <w:rsid w:val="00F96AB4"/>
    <w:rsid w:val="00FC0BDA"/>
    <w:rsid w:val="00FE6F4D"/>
    <w:rsid w:val="00FF3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61959F0"/>
  <w14:defaultImageDpi w14:val="0"/>
  <w15:docId w15:val="{7957FAB1-3D95-4B0D-94A2-B88C26F4E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rFonts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1C270E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246FAB"/>
    <w:pPr>
      <w:ind w:left="720"/>
      <w:contextualSpacing/>
    </w:pPr>
  </w:style>
  <w:style w:type="paragraph" w:styleId="Kehatekst2">
    <w:name w:val="Body Text 2"/>
    <w:basedOn w:val="Normaallaad"/>
    <w:link w:val="Kehatekst2Mrk"/>
    <w:uiPriority w:val="99"/>
    <w:rsid w:val="00246FAB"/>
    <w:pPr>
      <w:spacing w:after="0" w:line="240" w:lineRule="auto"/>
    </w:pPr>
    <w:rPr>
      <w:rFonts w:ascii="Tahoma" w:hAnsi="Tahoma" w:cs="Tahoma"/>
      <w:b/>
      <w:bCs/>
      <w:color w:val="4D4D4D"/>
      <w:sz w:val="14"/>
      <w:szCs w:val="14"/>
      <w:lang w:val="et-EE"/>
    </w:rPr>
  </w:style>
  <w:style w:type="character" w:customStyle="1" w:styleId="Kehatekst2Mrk">
    <w:name w:val="Kehatekst 2 Märk"/>
    <w:basedOn w:val="Liguvaikefont"/>
    <w:link w:val="Kehatekst2"/>
    <w:uiPriority w:val="99"/>
    <w:locked/>
    <w:rsid w:val="00246FAB"/>
    <w:rPr>
      <w:rFonts w:ascii="Tahoma" w:hAnsi="Tahoma" w:cs="Tahoma"/>
      <w:b/>
      <w:bCs/>
      <w:color w:val="4D4D4D"/>
      <w:sz w:val="14"/>
      <w:szCs w:val="14"/>
      <w:lang w:val="et-EE" w:eastAsia="x-none"/>
    </w:rPr>
  </w:style>
  <w:style w:type="paragraph" w:styleId="Normaallaadveeb">
    <w:name w:val="Normal (Web)"/>
    <w:basedOn w:val="Normaallaad"/>
    <w:uiPriority w:val="99"/>
    <w:semiHidden/>
    <w:unhideWhenUsed/>
    <w:rsid w:val="00BB514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Liguvaikefont"/>
    <w:rsid w:val="00BB514A"/>
    <w:rPr>
      <w:rFonts w:cs="Times New Roman"/>
    </w:rPr>
  </w:style>
  <w:style w:type="character" w:styleId="Hperlink">
    <w:name w:val="Hyperlink"/>
    <w:basedOn w:val="Liguvaikefont"/>
    <w:uiPriority w:val="99"/>
    <w:unhideWhenUsed/>
    <w:rsid w:val="00B07586"/>
    <w:rPr>
      <w:color w:val="0563C1"/>
      <w:u w:val="single"/>
    </w:rPr>
  </w:style>
  <w:style w:type="paragraph" w:styleId="Pis">
    <w:name w:val="header"/>
    <w:basedOn w:val="Normaallaad"/>
    <w:link w:val="PisMrk"/>
    <w:uiPriority w:val="99"/>
    <w:unhideWhenUsed/>
    <w:rsid w:val="00D73A8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D73A86"/>
    <w:rPr>
      <w:rFonts w:cs="Times New Roman"/>
    </w:rPr>
  </w:style>
  <w:style w:type="paragraph" w:styleId="Jalus">
    <w:name w:val="footer"/>
    <w:basedOn w:val="Normaallaad"/>
    <w:link w:val="JalusMrk"/>
    <w:uiPriority w:val="99"/>
    <w:unhideWhenUsed/>
    <w:rsid w:val="00D73A8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D73A86"/>
    <w:rPr>
      <w:rFonts w:cs="Times New Roman"/>
    </w:rPr>
  </w:style>
  <w:style w:type="character" w:styleId="Kohatitetekst">
    <w:name w:val="Placeholder Text"/>
    <w:basedOn w:val="Liguvaikefont"/>
    <w:uiPriority w:val="99"/>
    <w:semiHidden/>
    <w:rsid w:val="00766053"/>
    <w:rPr>
      <w:color w:val="808080"/>
    </w:rPr>
  </w:style>
  <w:style w:type="paragraph" w:styleId="Kehatekst">
    <w:name w:val="Body Text"/>
    <w:basedOn w:val="Normaallaad"/>
    <w:link w:val="KehatekstMrk"/>
    <w:uiPriority w:val="99"/>
    <w:unhideWhenUsed/>
    <w:rsid w:val="003370D4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rsid w:val="003370D4"/>
    <w:rPr>
      <w:rFonts w:cs="Times New Roman"/>
    </w:rPr>
  </w:style>
  <w:style w:type="character" w:customStyle="1" w:styleId="Style1">
    <w:name w:val="Style1"/>
    <w:basedOn w:val="Liguvaikefont"/>
    <w:uiPriority w:val="1"/>
    <w:rsid w:val="00224A81"/>
    <w:rPr>
      <w:rFonts w:asciiTheme="minorHAnsi" w:hAnsiTheme="minorHAnsi"/>
      <w:color w:val="auto"/>
      <w:sz w:val="22"/>
    </w:rPr>
  </w:style>
  <w:style w:type="paragraph" w:styleId="Vahedeta">
    <w:name w:val="No Spacing"/>
    <w:uiPriority w:val="1"/>
    <w:qFormat/>
    <w:rsid w:val="00773783"/>
    <w:pPr>
      <w:spacing w:after="0" w:line="240" w:lineRule="auto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69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1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ttev&#245;te\Downloads\reaalservituudi_seadmise_taotlus201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reaalservituudi_seadmise_taotlus2019</Template>
  <TotalTime>35</TotalTime>
  <Pages>1</Pages>
  <Words>149</Words>
  <Characters>1129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Ettevõte</dc:creator>
  <cp:keywords/>
  <dc:description/>
  <cp:lastModifiedBy>Aivo Kalmet</cp:lastModifiedBy>
  <cp:revision>15</cp:revision>
  <dcterms:created xsi:type="dcterms:W3CDTF">2024-02-04T08:09:00Z</dcterms:created>
  <dcterms:modified xsi:type="dcterms:W3CDTF">2024-02-04T08:50:00Z</dcterms:modified>
</cp:coreProperties>
</file>